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B0D0D" w14:textId="77777777" w:rsidR="009B2EB6" w:rsidRDefault="009B2EB6" w:rsidP="00944EE8">
      <w:pPr>
        <w:pStyle w:val="DocumentHeading"/>
      </w:pPr>
    </w:p>
    <w:p w14:paraId="0AD08BC9" w14:textId="77777777" w:rsidR="009B2EB6" w:rsidRDefault="009B2EB6" w:rsidP="00944EE8">
      <w:pPr>
        <w:pStyle w:val="DocumentHeading"/>
      </w:pPr>
    </w:p>
    <w:p w14:paraId="7D8F4C3F" w14:textId="77777777" w:rsidR="009B2EB6" w:rsidRDefault="009B2EB6" w:rsidP="00944EE8">
      <w:pPr>
        <w:pStyle w:val="DocumentHeading"/>
      </w:pPr>
    </w:p>
    <w:p w14:paraId="7D6D0FDC" w14:textId="77777777" w:rsidR="009B2EB6" w:rsidRDefault="009B2EB6" w:rsidP="00944EE8">
      <w:pPr>
        <w:pStyle w:val="DocumentHeading"/>
      </w:pPr>
    </w:p>
    <w:p w14:paraId="5C06583E" w14:textId="77777777" w:rsidR="009B2EB6" w:rsidRDefault="009B2EB6" w:rsidP="00944EE8">
      <w:pPr>
        <w:pStyle w:val="DocumentHeading"/>
      </w:pPr>
    </w:p>
    <w:p w14:paraId="7A741CF5" w14:textId="77777777" w:rsidR="00A85ECD" w:rsidRPr="00EB1627" w:rsidRDefault="00EB1627" w:rsidP="00944EE8">
      <w:pPr>
        <w:pStyle w:val="DocumentHeading"/>
      </w:pPr>
      <w:r>
        <w:t>Høring af udkast til bekendtgørelse om etableringsstøtte til unge landbrugere</w:t>
      </w:r>
    </w:p>
    <w:p w14:paraId="5387EC6C" w14:textId="77777777" w:rsidR="00A24377" w:rsidRDefault="00A24377" w:rsidP="00FE7E77"/>
    <w:p w14:paraId="2085CA2C" w14:textId="77777777" w:rsidR="00EB1627" w:rsidRDefault="00EB1627" w:rsidP="00FE7E77">
      <w:r>
        <w:t xml:space="preserve">Landbrugsstyrelsen sender hermed udkast til bekendtgørelse om etableringsstøtte til unge landbrugere 2024 med tilhørende vejledning i høring. </w:t>
      </w:r>
    </w:p>
    <w:p w14:paraId="47A9B2C8" w14:textId="77777777" w:rsidR="00EB1627" w:rsidRDefault="00EB1627" w:rsidP="00FE7E77"/>
    <w:p w14:paraId="543C705B" w14:textId="7AAD6A5A" w:rsidR="00EB1627" w:rsidRDefault="00EB1627" w:rsidP="00FE7E77">
      <w:r>
        <w:t xml:space="preserve">Bemærkninger skal senest den </w:t>
      </w:r>
      <w:r w:rsidRPr="00EB1627">
        <w:rPr>
          <w:b/>
        </w:rPr>
        <w:t>24. maj 2024</w:t>
      </w:r>
      <w:r>
        <w:rPr>
          <w:b/>
        </w:rPr>
        <w:t xml:space="preserve"> </w:t>
      </w:r>
      <w:r>
        <w:t xml:space="preserve">til </w:t>
      </w:r>
      <w:hyperlink r:id="rId7" w:history="1">
        <w:r w:rsidR="00AD394A" w:rsidRPr="00AE2B27">
          <w:rPr>
            <w:rStyle w:val="Hyperlink"/>
          </w:rPr>
          <w:t>euogproj</w:t>
        </w:r>
        <w:r w:rsidR="00AD394A" w:rsidRPr="00AE2B27">
          <w:rPr>
            <w:rStyle w:val="Hyperlink"/>
          </w:rPr>
          <w:t>e</w:t>
        </w:r>
        <w:r w:rsidR="00AD394A" w:rsidRPr="00AE2B27">
          <w:rPr>
            <w:rStyle w:val="Hyperlink"/>
          </w:rPr>
          <w:t>kt@lbst.dk</w:t>
        </w:r>
      </w:hyperlink>
      <w:r>
        <w:t xml:space="preserve"> med angivelse af jr.nr. 24-22304-000006. </w:t>
      </w:r>
      <w:r>
        <w:br/>
      </w:r>
      <w:r>
        <w:br/>
        <w:t>Eventuelle spørgsmål til bekendtgørelse</w:t>
      </w:r>
      <w:r w:rsidR="0000587B">
        <w:t>n</w:t>
      </w:r>
      <w:r>
        <w:t xml:space="preserve"> kan sendes til:</w:t>
      </w:r>
    </w:p>
    <w:p w14:paraId="2DAF3AC3" w14:textId="77777777" w:rsidR="00EB1627" w:rsidRDefault="00EB1627" w:rsidP="00EB1627">
      <w:pPr>
        <w:pStyle w:val="Listeafsnit"/>
        <w:numPr>
          <w:ilvl w:val="0"/>
          <w:numId w:val="15"/>
        </w:numPr>
      </w:pPr>
      <w:r>
        <w:t xml:space="preserve">Thomas Skovgaard Mortensen på </w:t>
      </w:r>
      <w:hyperlink r:id="rId8" w:history="1">
        <w:r w:rsidRPr="00344904">
          <w:rPr>
            <w:rStyle w:val="Hyperlink"/>
          </w:rPr>
          <w:t>thomor@lbst.dk</w:t>
        </w:r>
      </w:hyperlink>
    </w:p>
    <w:p w14:paraId="366E0D4D" w14:textId="77777777" w:rsidR="00EB1627" w:rsidRDefault="00EB1627" w:rsidP="00EB1627"/>
    <w:p w14:paraId="3701213C" w14:textId="77777777" w:rsidR="00EB1627" w:rsidRDefault="00EB1627" w:rsidP="00EB1627">
      <w:r>
        <w:t>Eventuelle spørgsmål til vejledningen kan sendes til:</w:t>
      </w:r>
    </w:p>
    <w:p w14:paraId="4164C19B" w14:textId="35B9200C" w:rsidR="00EB1627" w:rsidRDefault="00EB1627" w:rsidP="00EB1627">
      <w:pPr>
        <w:pStyle w:val="Listeafsnit"/>
        <w:numPr>
          <w:ilvl w:val="0"/>
          <w:numId w:val="15"/>
        </w:numPr>
      </w:pPr>
      <w:r>
        <w:t xml:space="preserve">Kirstine </w:t>
      </w:r>
      <w:r w:rsidR="003575AC">
        <w:t xml:space="preserve">Friis Lange på </w:t>
      </w:r>
      <w:hyperlink r:id="rId9" w:history="1">
        <w:r w:rsidR="003575AC" w:rsidRPr="00344904">
          <w:rPr>
            <w:rStyle w:val="Hyperlink"/>
          </w:rPr>
          <w:t>kaflan@lbst.dk</w:t>
        </w:r>
      </w:hyperlink>
    </w:p>
    <w:p w14:paraId="516423BC" w14:textId="77777777" w:rsidR="003575AC" w:rsidRDefault="003575AC" w:rsidP="003575AC"/>
    <w:p w14:paraId="09BBC7A1" w14:textId="77777777" w:rsidR="003575AC" w:rsidRDefault="003575AC" w:rsidP="003575AC">
      <w:pPr>
        <w:rPr>
          <w:b/>
        </w:rPr>
      </w:pPr>
      <w:r>
        <w:rPr>
          <w:b/>
        </w:rPr>
        <w:t>Om bekendtgørelsen</w:t>
      </w:r>
    </w:p>
    <w:p w14:paraId="03E62749" w14:textId="697DFB5D" w:rsidR="003575AC" w:rsidRDefault="003575AC" w:rsidP="003575AC">
      <w:r>
        <w:t xml:space="preserve">Bekendtgørelsen er en videreførelse af den eksisterende ordning om etableringsstøtte til unge landbrugere, men </w:t>
      </w:r>
      <w:r w:rsidR="0000587B">
        <w:t xml:space="preserve">den </w:t>
      </w:r>
      <w:r>
        <w:t xml:space="preserve">rummer enkelte juridiske præciseringer i forhold til den gældende bekendtgørelse. </w:t>
      </w:r>
    </w:p>
    <w:p w14:paraId="2F7DCD0C" w14:textId="77777777" w:rsidR="003575AC" w:rsidRDefault="003575AC" w:rsidP="003575AC"/>
    <w:p w14:paraId="47C6594F" w14:textId="0AC7219B" w:rsidR="003575AC" w:rsidRDefault="003575AC" w:rsidP="003575AC">
      <w:r>
        <w:t>Præciseringerne knytter sig særligt til hvilke krav, der gælder på ansøgningstidspunktet for tilsagn og hvilke formkrav</w:t>
      </w:r>
      <w:r w:rsidR="00144956">
        <w:t>,</w:t>
      </w:r>
      <w:r>
        <w:t xml:space="preserve"> der gælder i forhold til dokumentation. Med forslaget til ny bekendtgørelse skal krav til arbejdskraftbehov og krav om drift af en landbrugsbedrift fø</w:t>
      </w:r>
      <w:bookmarkStart w:id="0" w:name="_GoBack"/>
      <w:bookmarkEnd w:id="0"/>
      <w:r>
        <w:t>rst være opfyldt på tidspunktet for ansøgning om udbetaling. Denne ændring præciserer, at også unge landbrugere, der er ved at etablere sig, men endnu ikke driver en landbrugsbedrift</w:t>
      </w:r>
      <w:r w:rsidR="00AE5FB2">
        <w:t>,</w:t>
      </w:r>
      <w:r>
        <w:t xml:space="preserve"> kan søge ind i ordningen. </w:t>
      </w:r>
      <w:r>
        <w:br/>
      </w:r>
    </w:p>
    <w:p w14:paraId="1F5D064A" w14:textId="0AA48926" w:rsidR="003575AC" w:rsidRDefault="003575AC" w:rsidP="003575AC">
      <w:r>
        <w:t>Derudover er en række formelle krav om regist</w:t>
      </w:r>
      <w:r w:rsidR="00AE5FB2">
        <w:t>r</w:t>
      </w:r>
      <w:r>
        <w:t xml:space="preserve">ering i CVR-registeret og tinglysning blevet justeret, således at der er flere muligheder for at dokumentere ejerskab etc. </w:t>
      </w:r>
    </w:p>
    <w:p w14:paraId="4EC70F83" w14:textId="77777777" w:rsidR="003575AC" w:rsidRDefault="003575AC" w:rsidP="003575AC"/>
    <w:p w14:paraId="45AAEB22" w14:textId="652E3A17" w:rsidR="009B2EB6" w:rsidRDefault="003575AC" w:rsidP="003575AC">
      <w:r>
        <w:t xml:space="preserve">Endelig </w:t>
      </w:r>
      <w:r w:rsidR="009B2EB6">
        <w:t xml:space="preserve">er kravene til skiltning blevet præciseret, således at der fremadrettet først er krav om skiltning fra tilsagnstidspunktet. Samtidig er krav om skiltning med Landbrugsstyrelsens logo blevet fjernet. </w:t>
      </w:r>
    </w:p>
    <w:p w14:paraId="490B4953" w14:textId="77777777" w:rsidR="009B2EB6" w:rsidRDefault="009B2EB6" w:rsidP="003575AC"/>
    <w:p w14:paraId="3AD2AA58" w14:textId="6F229C8C" w:rsidR="003575AC" w:rsidRDefault="009B2EB6" w:rsidP="003575AC">
      <w:r>
        <w:t>Bekendtgørelsen forventes at skulle anvendes på alle ansøgninger, der er indgivet i 2024</w:t>
      </w:r>
      <w:r w:rsidR="00B200D4">
        <w:t xml:space="preserve">. </w:t>
      </w:r>
      <w:r w:rsidR="00951796">
        <w:t>I forhold til ansøgninger, der allerede er modtaget, forventes der i praksis ikke</w:t>
      </w:r>
      <w:r w:rsidR="00B200D4">
        <w:t xml:space="preserve"> at</w:t>
      </w:r>
      <w:r w:rsidR="00951796">
        <w:t xml:space="preserve"> være nogle ændringer, men hvis nødvendigt, vil Landbrugsstyrelsen kontakte relevante ansøgere.</w:t>
      </w:r>
    </w:p>
    <w:p w14:paraId="64CC6587" w14:textId="77777777" w:rsidR="00B200D4" w:rsidRDefault="00B200D4" w:rsidP="003575AC">
      <w:pPr>
        <w:rPr>
          <w:b/>
        </w:rPr>
      </w:pPr>
    </w:p>
    <w:p w14:paraId="3EDDB5A1" w14:textId="2EA0AAFD" w:rsidR="009B2EB6" w:rsidRDefault="009B2EB6" w:rsidP="003575AC">
      <w:pPr>
        <w:rPr>
          <w:b/>
        </w:rPr>
      </w:pPr>
      <w:r>
        <w:rPr>
          <w:b/>
        </w:rPr>
        <w:t>Ikrafttræden</w:t>
      </w:r>
    </w:p>
    <w:p w14:paraId="5A8DBC26" w14:textId="0C35B9F7" w:rsidR="009B2EB6" w:rsidRDefault="009B2EB6" w:rsidP="003575AC">
      <w:r>
        <w:t>Bekendtgørelsen forventes at træde i kraft den 1. juni 2024.</w:t>
      </w:r>
    </w:p>
    <w:p w14:paraId="042BFF18" w14:textId="26E5DE56" w:rsidR="00637DE1" w:rsidRDefault="00637DE1" w:rsidP="003575AC"/>
    <w:p w14:paraId="266033BC" w14:textId="77777777" w:rsidR="00637DE1" w:rsidRDefault="00637DE1" w:rsidP="00637DE1">
      <w:pPr>
        <w:rPr>
          <w:b/>
        </w:rPr>
      </w:pPr>
      <w:r>
        <w:rPr>
          <w:b/>
        </w:rPr>
        <w:t>Om vejledningen</w:t>
      </w:r>
    </w:p>
    <w:p w14:paraId="53AD79F4" w14:textId="1DDC8F76" w:rsidR="00637DE1" w:rsidRPr="009B2EB6" w:rsidRDefault="00637DE1" w:rsidP="00637DE1">
      <w:r>
        <w:t xml:space="preserve">Vejledningen er en videreførelse af den tidligere vejledning, men </w:t>
      </w:r>
      <w:r w:rsidR="0000587B">
        <w:t xml:space="preserve">den </w:t>
      </w:r>
      <w:r>
        <w:t>justere</w:t>
      </w:r>
      <w:r w:rsidR="0000587B">
        <w:t>s</w:t>
      </w:r>
      <w:r>
        <w:t xml:space="preserve"> i forhold til den ændrede bekendtgørelse. </w:t>
      </w:r>
    </w:p>
    <w:p w14:paraId="5B8F5FEF" w14:textId="77777777" w:rsidR="00637DE1" w:rsidRDefault="00637DE1" w:rsidP="003575AC"/>
    <w:p w14:paraId="371C32A0" w14:textId="77777777" w:rsidR="009B2EB6" w:rsidRDefault="009B2EB6" w:rsidP="003575AC">
      <w:r>
        <w:t>Venlig hilsen</w:t>
      </w:r>
    </w:p>
    <w:p w14:paraId="4FCEF678" w14:textId="77777777" w:rsidR="009B2EB6" w:rsidRDefault="009B2EB6" w:rsidP="003575AC">
      <w:r>
        <w:t>EU &amp; Projekt</w:t>
      </w:r>
    </w:p>
    <w:p w14:paraId="5C0BE573" w14:textId="1460EB29" w:rsidR="003575AC" w:rsidRPr="003575AC" w:rsidRDefault="009B2EB6" w:rsidP="003575AC">
      <w:r>
        <w:t>Landbrugsstyrelsen</w:t>
      </w:r>
    </w:p>
    <w:sectPr w:rsidR="003575AC" w:rsidRPr="003575AC" w:rsidSect="00A2437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022B0" w14:textId="77777777" w:rsidR="002D55D2" w:rsidRDefault="002D55D2">
      <w:r>
        <w:separator/>
      </w:r>
    </w:p>
  </w:endnote>
  <w:endnote w:type="continuationSeparator" w:id="0">
    <w:p w14:paraId="66B35143" w14:textId="77777777" w:rsidR="002D55D2" w:rsidRDefault="002D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DA939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14:paraId="63B1C1C0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1232B" w14:textId="77777777" w:rsidR="00A24377" w:rsidRDefault="00A24377" w:rsidP="00DD3B48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DD3B48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F69A2" w14:textId="77777777" w:rsidR="00EB1627" w:rsidRPr="00EB1627" w:rsidRDefault="00EB1627" w:rsidP="00EB1627">
    <w:pPr>
      <w:pStyle w:val="Template-Address"/>
    </w:pPr>
    <w:bookmarkStart w:id="21" w:name="OFF_Institution"/>
    <w:bookmarkStart w:id="22" w:name="OFF_InstitutionHIF"/>
    <w:bookmarkStart w:id="23" w:name="XIF_MMFirstAddressLine"/>
    <w:r w:rsidRPr="00EB1627">
      <w:t>Landbrugsstyrelsen</w:t>
    </w:r>
    <w:bookmarkEnd w:id="21"/>
    <w:r w:rsidRPr="00EB1627">
      <w:t xml:space="preserve"> </w:t>
    </w:r>
    <w:bookmarkEnd w:id="22"/>
    <w:r w:rsidRPr="00EB1627">
      <w:t xml:space="preserve">• </w:t>
    </w:r>
    <w:bookmarkStart w:id="24" w:name="OFF_AddressA"/>
    <w:bookmarkStart w:id="25" w:name="OFF_AddressAHIF"/>
    <w:r w:rsidRPr="00EB1627">
      <w:t>Nyropsgade 30</w:t>
    </w:r>
    <w:bookmarkEnd w:id="24"/>
    <w:r w:rsidRPr="00EB1627">
      <w:t xml:space="preserve"> </w:t>
    </w:r>
    <w:bookmarkEnd w:id="25"/>
    <w:r w:rsidRPr="00EB1627">
      <w:rPr>
        <w:vanish/>
      </w:rPr>
      <w:t xml:space="preserve">• </w:t>
    </w:r>
    <w:bookmarkStart w:id="26" w:name="OFF_AddressB"/>
    <w:bookmarkStart w:id="27" w:name="OFF_AddressBHIF"/>
    <w:bookmarkEnd w:id="26"/>
    <w:r w:rsidRPr="00EB1627">
      <w:rPr>
        <w:vanish/>
      </w:rPr>
      <w:t xml:space="preserve"> </w:t>
    </w:r>
    <w:bookmarkEnd w:id="27"/>
    <w:r w:rsidRPr="00EB1627">
      <w:rPr>
        <w:vanish/>
      </w:rPr>
      <w:t xml:space="preserve">• </w:t>
    </w:r>
    <w:bookmarkStart w:id="28" w:name="OFF_AddressC"/>
    <w:bookmarkStart w:id="29" w:name="OFF_AddressCHIF"/>
    <w:bookmarkEnd w:id="28"/>
    <w:r w:rsidRPr="00EB1627">
      <w:rPr>
        <w:vanish/>
      </w:rPr>
      <w:t xml:space="preserve"> </w:t>
    </w:r>
    <w:bookmarkEnd w:id="29"/>
    <w:r w:rsidRPr="00EB1627">
      <w:t xml:space="preserve">• </w:t>
    </w:r>
    <w:bookmarkStart w:id="30" w:name="OFF_AddressD"/>
    <w:bookmarkStart w:id="31" w:name="OFF_AddressDHIF"/>
    <w:r w:rsidRPr="00EB1627">
      <w:t>1780</w:t>
    </w:r>
    <w:bookmarkEnd w:id="30"/>
    <w:r w:rsidRPr="00EB1627">
      <w:t xml:space="preserve"> </w:t>
    </w:r>
    <w:bookmarkStart w:id="32" w:name="OFF_City"/>
    <w:r w:rsidRPr="00EB1627">
      <w:t>København V</w:t>
    </w:r>
    <w:bookmarkEnd w:id="32"/>
    <w:r w:rsidRPr="00EB1627">
      <w:t xml:space="preserve"> </w:t>
    </w:r>
    <w:bookmarkEnd w:id="31"/>
  </w:p>
  <w:p w14:paraId="1F641E48" w14:textId="77777777" w:rsidR="00EB1627" w:rsidRPr="00EB1627" w:rsidRDefault="00EB1627" w:rsidP="00EB1627">
    <w:pPr>
      <w:pStyle w:val="Template-Address"/>
    </w:pPr>
    <w:bookmarkStart w:id="33" w:name="LAN_Phone"/>
    <w:bookmarkStart w:id="34" w:name="OFF_PhoneHIF"/>
    <w:bookmarkStart w:id="35" w:name="XIF_MMSecondAddressLine"/>
    <w:bookmarkEnd w:id="23"/>
    <w:r w:rsidRPr="00EB1627">
      <w:t>Tlf.</w:t>
    </w:r>
    <w:bookmarkEnd w:id="33"/>
    <w:r w:rsidRPr="00EB1627">
      <w:t xml:space="preserve"> </w:t>
    </w:r>
    <w:bookmarkStart w:id="36" w:name="OFF_Phone"/>
    <w:r w:rsidRPr="00EB1627">
      <w:t>33 95 80 00</w:t>
    </w:r>
    <w:bookmarkEnd w:id="36"/>
    <w:r w:rsidRPr="00EB1627">
      <w:t xml:space="preserve"> </w:t>
    </w:r>
    <w:bookmarkEnd w:id="34"/>
    <w:r w:rsidRPr="00EB1627">
      <w:rPr>
        <w:vanish/>
      </w:rPr>
      <w:t xml:space="preserve">• </w:t>
    </w:r>
    <w:bookmarkStart w:id="37" w:name="LAN_Fax"/>
    <w:bookmarkStart w:id="38" w:name="OFF_FaxHIF"/>
    <w:r w:rsidRPr="00EB1627">
      <w:rPr>
        <w:vanish/>
      </w:rPr>
      <w:t>Fax</w:t>
    </w:r>
    <w:bookmarkEnd w:id="37"/>
    <w:r w:rsidRPr="00EB1627">
      <w:rPr>
        <w:vanish/>
      </w:rPr>
      <w:t xml:space="preserve"> </w:t>
    </w:r>
    <w:bookmarkStart w:id="39" w:name="OFF_Fax"/>
    <w:bookmarkEnd w:id="39"/>
    <w:r w:rsidRPr="00EB1627">
      <w:rPr>
        <w:vanish/>
      </w:rPr>
      <w:t xml:space="preserve"> </w:t>
    </w:r>
    <w:bookmarkEnd w:id="38"/>
    <w:r w:rsidRPr="00EB1627">
      <w:t xml:space="preserve">• </w:t>
    </w:r>
    <w:bookmarkStart w:id="40" w:name="OFF_CVRHIF"/>
    <w:r w:rsidRPr="00EB1627">
      <w:t xml:space="preserve">CVR </w:t>
    </w:r>
    <w:bookmarkStart w:id="41" w:name="OFF_CVR"/>
    <w:r w:rsidRPr="00EB1627">
      <w:t>20814616</w:t>
    </w:r>
    <w:bookmarkEnd w:id="41"/>
    <w:r w:rsidRPr="00EB1627">
      <w:t xml:space="preserve"> </w:t>
    </w:r>
    <w:bookmarkEnd w:id="40"/>
    <w:r w:rsidRPr="00EB1627">
      <w:t xml:space="preserve">• </w:t>
    </w:r>
    <w:bookmarkStart w:id="42" w:name="OFF_EANHIF"/>
    <w:r w:rsidRPr="00EB1627">
      <w:t xml:space="preserve">EAN </w:t>
    </w:r>
    <w:bookmarkStart w:id="43" w:name="OFF_EAN"/>
    <w:r w:rsidRPr="00EB1627">
      <w:t>5798000877955</w:t>
    </w:r>
    <w:bookmarkEnd w:id="43"/>
    <w:r w:rsidRPr="00EB1627">
      <w:t xml:space="preserve"> </w:t>
    </w:r>
    <w:bookmarkEnd w:id="42"/>
    <w:r w:rsidRPr="00EB1627">
      <w:t xml:space="preserve">• </w:t>
    </w:r>
    <w:bookmarkStart w:id="44" w:name="OFF_Email"/>
    <w:bookmarkStart w:id="45" w:name="OFF_EmailHIF"/>
    <w:r w:rsidRPr="00EB1627">
      <w:t>mail@lbst.dk</w:t>
    </w:r>
    <w:bookmarkEnd w:id="44"/>
    <w:r w:rsidRPr="00EB1627">
      <w:t xml:space="preserve"> </w:t>
    </w:r>
    <w:bookmarkEnd w:id="45"/>
    <w:r w:rsidRPr="00EB1627">
      <w:t xml:space="preserve">• </w:t>
    </w:r>
    <w:bookmarkStart w:id="46" w:name="OFF_Web"/>
    <w:bookmarkStart w:id="47" w:name="OFF_WebHIF"/>
    <w:r w:rsidRPr="00EB1627">
      <w:t>www.lbst.dk</w:t>
    </w:r>
    <w:bookmarkEnd w:id="46"/>
    <w:r w:rsidRPr="00EB1627">
      <w:t xml:space="preserve"> </w:t>
    </w:r>
    <w:bookmarkEnd w:id="35"/>
    <w:bookmarkEnd w:id="47"/>
  </w:p>
  <w:p w14:paraId="5EEA6CFF" w14:textId="77777777" w:rsidR="0048667B" w:rsidRPr="00EB1627" w:rsidRDefault="0048667B" w:rsidP="00EB162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AB354" w14:textId="77777777" w:rsidR="002D55D2" w:rsidRDefault="002D55D2">
      <w:r>
        <w:separator/>
      </w:r>
    </w:p>
  </w:footnote>
  <w:footnote w:type="continuationSeparator" w:id="0">
    <w:p w14:paraId="22021D92" w14:textId="77777777" w:rsidR="002D55D2" w:rsidRDefault="002D5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74E9C" w14:textId="77777777" w:rsidR="000E717B" w:rsidRDefault="000E717B">
    <w:pPr>
      <w:pStyle w:val="Sidehoved"/>
    </w:pPr>
    <w:bookmarkStart w:id="1" w:name="BIT_PrimaryHeader"/>
  </w:p>
  <w:bookmarkEnd w:id="1"/>
  <w:p w14:paraId="464FA09F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9AF9E" w14:textId="77777777" w:rsidR="00EB1627" w:rsidRPr="008E5978" w:rsidRDefault="00EB1627" w:rsidP="00EB1627">
    <w:pPr>
      <w:rPr>
        <w:lang w:val="en-GB"/>
      </w:rPr>
    </w:pPr>
    <w:bookmarkStart w:id="2" w:name="BIT_DocumentName"/>
    <w:bookmarkEnd w:id="2"/>
    <w:r>
      <w:rPr>
        <w:noProof/>
        <w:lang w:val="en-GB"/>
      </w:rPr>
      <w:drawing>
        <wp:anchor distT="0" distB="0" distL="114300" distR="114300" simplePos="0" relativeHeight="251660288" behindDoc="0" locked="1" layoutInCell="1" allowOverlap="1" wp14:anchorId="2160E71D" wp14:editId="1D8EFD15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555250" cy="61023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5970"/>
                  <a:stretch>
                    <a:fillRect/>
                  </a:stretch>
                </pic:blipFill>
                <pic:spPr>
                  <a:xfrm>
                    <a:off x="0" y="0"/>
                    <a:ext cx="2555250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5978">
      <w:rPr>
        <w:noProof/>
        <w:lang w:val="en-GB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118FD54A" wp14:editId="55F6365F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B1627" w14:paraId="17CE5AF0" w14:textId="77777777">
                            <w:trPr>
                              <w:cantSplit/>
                              <w:trHeight w:val="2778"/>
                              <w:hidden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6190C715" w14:textId="77777777" w:rsidR="00EB1627" w:rsidRPr="00EB1627" w:rsidRDefault="00EB1627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3" w:name="OFF_Department"/>
                                <w:bookmarkStart w:id="4" w:name="OFF_DepartmentHIF"/>
                                <w:bookmarkEnd w:id="3"/>
                              </w:p>
                              <w:p w14:paraId="0A32520A" w14:textId="77777777" w:rsidR="00EB1627" w:rsidRPr="00EB1627" w:rsidRDefault="00EB1627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5" w:name="LAN_CaseNo"/>
                                <w:bookmarkStart w:id="6" w:name="sagsnrHIF"/>
                                <w:bookmarkEnd w:id="4"/>
                                <w:r w:rsidRPr="00EB1627">
                                  <w:rPr>
                                    <w:vanish/>
                                  </w:rPr>
                                  <w:t>J.nr.</w:t>
                                </w:r>
                                <w:bookmarkEnd w:id="5"/>
                                <w:r w:rsidRPr="00EB1627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7" w:name="sagsnr"/>
                                <w:bookmarkEnd w:id="7"/>
                              </w:p>
                              <w:p w14:paraId="47820234" w14:textId="77777777" w:rsidR="00EB1627" w:rsidRPr="00EB1627" w:rsidRDefault="00EB1627">
                                <w:pPr>
                                  <w:pStyle w:val="Kolofontekst"/>
                                </w:pPr>
                                <w:bookmarkStart w:id="8" w:name="LAN_Ref"/>
                                <w:bookmarkStart w:id="9" w:name="USR_InitialsHIF"/>
                                <w:bookmarkEnd w:id="6"/>
                                <w:r w:rsidRPr="00EB1627">
                                  <w:t>Ref.</w:t>
                                </w:r>
                                <w:bookmarkEnd w:id="8"/>
                                <w:r w:rsidRPr="00EB1627">
                                  <w:t xml:space="preserve"> </w:t>
                                </w:r>
                                <w:bookmarkStart w:id="10" w:name="USR_Initials"/>
                                <w:r w:rsidRPr="00EB1627">
                                  <w:t>THOMOR</w:t>
                                </w:r>
                                <w:bookmarkEnd w:id="10"/>
                              </w:p>
                              <w:p w14:paraId="619B640C" w14:textId="77777777" w:rsidR="00EB1627" w:rsidRDefault="00EB1627" w:rsidP="00F351D6">
                                <w:pPr>
                                  <w:pStyle w:val="Kolofontekst"/>
                                </w:pPr>
                                <w:bookmarkStart w:id="11" w:name="FLD_DocumentDate"/>
                                <w:bookmarkEnd w:id="9"/>
                                <w:r>
                                  <w:t>Den 11. maj 2024</w:t>
                                </w:r>
                                <w:bookmarkEnd w:id="11"/>
                              </w:p>
                              <w:p w14:paraId="215A146D" w14:textId="77777777" w:rsidR="00EB1627" w:rsidRDefault="00EB1627" w:rsidP="00F351D6">
                                <w:pPr>
                                  <w:pStyle w:val="Kolofontekst"/>
                                </w:pPr>
                                <w:r>
                                  <w:t xml:space="preserve">Jr.nr. </w:t>
                                </w:r>
                                <w:r w:rsidRPr="00EB1627">
                                  <w:t>24-22304-000006</w:t>
                                </w:r>
                              </w:p>
                            </w:tc>
                          </w:tr>
                        </w:tbl>
                        <w:p w14:paraId="62836BA6" w14:textId="77777777" w:rsidR="00EB1627" w:rsidRDefault="00EB1627" w:rsidP="00EB162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8FD54A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77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B1627" w14:paraId="17CE5AF0" w14:textId="77777777">
                      <w:trPr>
                        <w:cantSplit/>
                        <w:trHeight w:val="2778"/>
                        <w:hidden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6190C715" w14:textId="77777777" w:rsidR="00EB1627" w:rsidRPr="00EB1627" w:rsidRDefault="00EB1627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12" w:name="OFF_Department"/>
                          <w:bookmarkStart w:id="13" w:name="OFF_DepartmentHIF"/>
                          <w:bookmarkEnd w:id="12"/>
                        </w:p>
                        <w:p w14:paraId="0A32520A" w14:textId="77777777" w:rsidR="00EB1627" w:rsidRPr="00EB1627" w:rsidRDefault="00EB1627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14" w:name="LAN_CaseNo"/>
                          <w:bookmarkStart w:id="15" w:name="sagsnrHIF"/>
                          <w:bookmarkEnd w:id="13"/>
                          <w:r w:rsidRPr="00EB1627">
                            <w:rPr>
                              <w:vanish/>
                            </w:rPr>
                            <w:t>J.nr.</w:t>
                          </w:r>
                          <w:bookmarkEnd w:id="14"/>
                          <w:r w:rsidRPr="00EB1627">
                            <w:rPr>
                              <w:vanish/>
                            </w:rPr>
                            <w:t xml:space="preserve"> </w:t>
                          </w:r>
                          <w:bookmarkStart w:id="16" w:name="sagsnr"/>
                          <w:bookmarkEnd w:id="16"/>
                        </w:p>
                        <w:p w14:paraId="47820234" w14:textId="77777777" w:rsidR="00EB1627" w:rsidRPr="00EB1627" w:rsidRDefault="00EB1627">
                          <w:pPr>
                            <w:pStyle w:val="Kolofontekst"/>
                          </w:pPr>
                          <w:bookmarkStart w:id="17" w:name="LAN_Ref"/>
                          <w:bookmarkStart w:id="18" w:name="USR_InitialsHIF"/>
                          <w:bookmarkEnd w:id="15"/>
                          <w:r w:rsidRPr="00EB1627">
                            <w:t>Ref.</w:t>
                          </w:r>
                          <w:bookmarkEnd w:id="17"/>
                          <w:r w:rsidRPr="00EB1627">
                            <w:t xml:space="preserve"> </w:t>
                          </w:r>
                          <w:bookmarkStart w:id="19" w:name="USR_Initials"/>
                          <w:r w:rsidRPr="00EB1627">
                            <w:t>THOMOR</w:t>
                          </w:r>
                          <w:bookmarkEnd w:id="19"/>
                        </w:p>
                        <w:p w14:paraId="619B640C" w14:textId="77777777" w:rsidR="00EB1627" w:rsidRDefault="00EB1627" w:rsidP="00F351D6">
                          <w:pPr>
                            <w:pStyle w:val="Kolofontekst"/>
                          </w:pPr>
                          <w:bookmarkStart w:id="20" w:name="FLD_DocumentDate"/>
                          <w:bookmarkEnd w:id="18"/>
                          <w:r>
                            <w:t>Den 11. maj 2024</w:t>
                          </w:r>
                          <w:bookmarkEnd w:id="20"/>
                        </w:p>
                        <w:p w14:paraId="215A146D" w14:textId="77777777" w:rsidR="00EB1627" w:rsidRDefault="00EB1627" w:rsidP="00F351D6">
                          <w:pPr>
                            <w:pStyle w:val="Kolofontekst"/>
                          </w:pPr>
                          <w:r>
                            <w:t xml:space="preserve">Jr.nr. </w:t>
                          </w:r>
                          <w:r w:rsidRPr="00EB1627">
                            <w:t>24-22304-000006</w:t>
                          </w:r>
                        </w:p>
                      </w:tc>
                    </w:tr>
                  </w:tbl>
                  <w:p w14:paraId="62836BA6" w14:textId="77777777" w:rsidR="00EB1627" w:rsidRDefault="00EB1627" w:rsidP="00EB1627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8932D58" w14:textId="77777777" w:rsidR="00A51DBA" w:rsidRDefault="00A51DBA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7401608"/>
    <w:multiLevelType w:val="hybridMultilevel"/>
    <w:tmpl w:val="CD6A015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27"/>
    <w:rsid w:val="00002EA0"/>
    <w:rsid w:val="00003636"/>
    <w:rsid w:val="0000587B"/>
    <w:rsid w:val="00005FAA"/>
    <w:rsid w:val="0001457C"/>
    <w:rsid w:val="0001528D"/>
    <w:rsid w:val="0001529F"/>
    <w:rsid w:val="000166A0"/>
    <w:rsid w:val="00030051"/>
    <w:rsid w:val="00037E7E"/>
    <w:rsid w:val="00052359"/>
    <w:rsid w:val="00060BC5"/>
    <w:rsid w:val="000647F2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E717B"/>
    <w:rsid w:val="000F0B81"/>
    <w:rsid w:val="001062D0"/>
    <w:rsid w:val="00114DE6"/>
    <w:rsid w:val="001210A9"/>
    <w:rsid w:val="001354CC"/>
    <w:rsid w:val="0014150F"/>
    <w:rsid w:val="00144670"/>
    <w:rsid w:val="00144956"/>
    <w:rsid w:val="0014616C"/>
    <w:rsid w:val="00147799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48BF"/>
    <w:rsid w:val="001F763E"/>
    <w:rsid w:val="00200B86"/>
    <w:rsid w:val="0020134B"/>
    <w:rsid w:val="0020402C"/>
    <w:rsid w:val="002044E3"/>
    <w:rsid w:val="00204BF4"/>
    <w:rsid w:val="00211AC9"/>
    <w:rsid w:val="00212497"/>
    <w:rsid w:val="0022105C"/>
    <w:rsid w:val="002239C6"/>
    <w:rsid w:val="00225534"/>
    <w:rsid w:val="00235C1F"/>
    <w:rsid w:val="002366E2"/>
    <w:rsid w:val="00245891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268E"/>
    <w:rsid w:val="002D55D2"/>
    <w:rsid w:val="002D7F0F"/>
    <w:rsid w:val="003001A2"/>
    <w:rsid w:val="00300E1A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58D9"/>
    <w:rsid w:val="003575AC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36110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6774"/>
    <w:rsid w:val="004F7C92"/>
    <w:rsid w:val="005009DC"/>
    <w:rsid w:val="00500EFC"/>
    <w:rsid w:val="00501E2E"/>
    <w:rsid w:val="0051781E"/>
    <w:rsid w:val="00520971"/>
    <w:rsid w:val="005267CB"/>
    <w:rsid w:val="00531869"/>
    <w:rsid w:val="00532361"/>
    <w:rsid w:val="00535B7D"/>
    <w:rsid w:val="00541878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3201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37DE1"/>
    <w:rsid w:val="00641AE1"/>
    <w:rsid w:val="00655780"/>
    <w:rsid w:val="00656763"/>
    <w:rsid w:val="00656C96"/>
    <w:rsid w:val="006663EC"/>
    <w:rsid w:val="006665A1"/>
    <w:rsid w:val="006706E8"/>
    <w:rsid w:val="0067771A"/>
    <w:rsid w:val="00684B85"/>
    <w:rsid w:val="0068783F"/>
    <w:rsid w:val="00696E85"/>
    <w:rsid w:val="006A18C5"/>
    <w:rsid w:val="006D09A7"/>
    <w:rsid w:val="006D2A48"/>
    <w:rsid w:val="006E7F1D"/>
    <w:rsid w:val="006F3EB3"/>
    <w:rsid w:val="006F4DCD"/>
    <w:rsid w:val="00702FF2"/>
    <w:rsid w:val="00703B66"/>
    <w:rsid w:val="00705800"/>
    <w:rsid w:val="00705EAB"/>
    <w:rsid w:val="007201C8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36BF"/>
    <w:rsid w:val="00807BA4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51796"/>
    <w:rsid w:val="009601F5"/>
    <w:rsid w:val="00963E43"/>
    <w:rsid w:val="00970F21"/>
    <w:rsid w:val="00975F3B"/>
    <w:rsid w:val="0098382A"/>
    <w:rsid w:val="009943CD"/>
    <w:rsid w:val="00994E91"/>
    <w:rsid w:val="009B2EB6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24377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394A"/>
    <w:rsid w:val="00AD678B"/>
    <w:rsid w:val="00AE41A1"/>
    <w:rsid w:val="00AE5A17"/>
    <w:rsid w:val="00AE5FB2"/>
    <w:rsid w:val="00AF5AF6"/>
    <w:rsid w:val="00B13BB6"/>
    <w:rsid w:val="00B200D4"/>
    <w:rsid w:val="00B2565D"/>
    <w:rsid w:val="00B30727"/>
    <w:rsid w:val="00B358B3"/>
    <w:rsid w:val="00B43CDA"/>
    <w:rsid w:val="00B441D7"/>
    <w:rsid w:val="00B5420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7059"/>
    <w:rsid w:val="00BB40C8"/>
    <w:rsid w:val="00BB6985"/>
    <w:rsid w:val="00BC6602"/>
    <w:rsid w:val="00BD5015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D31FE"/>
    <w:rsid w:val="00CD3B08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7FC2"/>
    <w:rsid w:val="00D43DB0"/>
    <w:rsid w:val="00D570C5"/>
    <w:rsid w:val="00D818BE"/>
    <w:rsid w:val="00D922CF"/>
    <w:rsid w:val="00D951B4"/>
    <w:rsid w:val="00DA32B3"/>
    <w:rsid w:val="00DA6734"/>
    <w:rsid w:val="00DB56B3"/>
    <w:rsid w:val="00DD3B48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505AD"/>
    <w:rsid w:val="00E62BEE"/>
    <w:rsid w:val="00E63075"/>
    <w:rsid w:val="00E644BF"/>
    <w:rsid w:val="00E73A40"/>
    <w:rsid w:val="00E806E3"/>
    <w:rsid w:val="00E81697"/>
    <w:rsid w:val="00E928D4"/>
    <w:rsid w:val="00E94852"/>
    <w:rsid w:val="00EA4D25"/>
    <w:rsid w:val="00EA576F"/>
    <w:rsid w:val="00EB0255"/>
    <w:rsid w:val="00EB1627"/>
    <w:rsid w:val="00EB1FC8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27724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5736"/>
    <w:rsid w:val="00FA1634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E75DBAD"/>
  <w15:docId w15:val="{B487A5C1-169C-4E01-A190-3E249FB0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43611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43611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43611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3611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436110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4377"/>
    <w:rPr>
      <w:sz w:val="14"/>
    </w:rPr>
  </w:style>
  <w:style w:type="character" w:styleId="Ulstomtale">
    <w:name w:val="Unresolved Mention"/>
    <w:basedOn w:val="Standardskrifttypeiafsnit"/>
    <w:uiPriority w:val="99"/>
    <w:semiHidden/>
    <w:unhideWhenUsed/>
    <w:rsid w:val="00EB16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mor@lbst.dk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euogprojekt@lbst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flan@lbst.dk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56562\appdata\roaming\microsoft\templates\SkabelonDesign\Interne%20MFVM%20skabeloner\Notits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Notits.dotx</Template>
  <TotalTime>7</TotalTime>
  <Pages>1</Pages>
  <Words>290</Words>
  <Characters>1975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Notits</vt:lpstr>
      <vt:lpstr>Notits</vt:lpstr>
      <vt:lpstr/>
    </vt:vector>
  </TitlesOfParts>
  <Company>Miljøministeriet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Notits</dc:title>
  <dc:creator>Thomas Skovgaard Mortensen</dc:creator>
  <cp:lastModifiedBy>Thomas Skovgaard Mortensen</cp:lastModifiedBy>
  <cp:revision>5</cp:revision>
  <cp:lastPrinted>2005-05-20T12:11:00Z</cp:lastPrinted>
  <dcterms:created xsi:type="dcterms:W3CDTF">2024-05-17T08:18:00Z</dcterms:created>
  <dcterms:modified xsi:type="dcterms:W3CDTF">2024-05-17T13:27:00Z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KeepOpenIfEmpty">
    <vt:lpwstr>False</vt:lpwstr>
  </property>
  <property fmtid="{D5CDD505-2E9C-101B-9397-08002B2CF9AE}" pid="3" name="SD_ShowDocumentInfo">
    <vt:lpwstr>True</vt:lpwstr>
  </property>
  <property fmtid="{D5CDD505-2E9C-101B-9397-08002B2CF9AE}" pid="4" name="SD_ShowGeneralPanel">
    <vt:lpwstr>True</vt:lpwstr>
  </property>
  <property fmtid="{D5CDD505-2E9C-101B-9397-08002B2CF9AE}" pid="5" name="SD_BrandingGraphicBehavior">
    <vt:lpwstr>Standard</vt:lpwstr>
  </property>
  <property fmtid="{D5CDD505-2E9C-101B-9397-08002B2CF9AE}" pid="6" name="SD_RunWordEngine">
    <vt:lpwstr>True</vt:lpwstr>
  </property>
  <property fmtid="{D5CDD505-2E9C-101B-9397-08002B2CF9AE}" pid="7" name="ContentDefinition">
    <vt:lpwstr>Notits</vt:lpwstr>
  </property>
  <property fmtid="{D5CDD505-2E9C-101B-9397-08002B2CF9AE}" pid="8" name="SD_IntegrationInfoAdded">
    <vt:bool>true</vt:bool>
  </property>
  <property fmtid="{D5CDD505-2E9C-101B-9397-08002B2CF9AE}" pid="9" name="ContentRemapped">
    <vt:lpwstr>true</vt:lpwstr>
  </property>
  <property fmtid="{D5CDD505-2E9C-101B-9397-08002B2CF9AE}" pid="10" name="SD_DocumentLanguage">
    <vt:lpwstr>da-DK</vt:lpwstr>
  </property>
  <property fmtid="{D5CDD505-2E9C-101B-9397-08002B2CF9AE}" pid="11" name="sdDocumentDate">
    <vt:lpwstr>45423</vt:lpwstr>
  </property>
  <property fmtid="{D5CDD505-2E9C-101B-9397-08002B2CF9AE}" pid="12" name="sdDocumentDateFormat">
    <vt:lpwstr>da-DK:'Den' d. MMMM yyyy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Thomas</vt:lpwstr>
  </property>
  <property fmtid="{D5CDD505-2E9C-101B-9397-08002B2CF9AE}" pid="15" name="SD_CtlText_Generelt_CaseNo">
    <vt:lpwstr/>
  </property>
  <property fmtid="{D5CDD505-2E9C-101B-9397-08002B2CF9AE}" pid="16" name="SD_UserprofileName">
    <vt:lpwstr>Thomas</vt:lpwstr>
  </property>
  <property fmtid="{D5CDD505-2E9C-101B-9397-08002B2CF9AE}" pid="17" name="SD_Office_OFF_ID">
    <vt:lpwstr>91</vt:lpwstr>
  </property>
  <property fmtid="{D5CDD505-2E9C-101B-9397-08002B2CF9AE}" pid="18" name="CurrentOfficeID">
    <vt:lpwstr>91</vt:lpwstr>
  </property>
  <property fmtid="{D5CDD505-2E9C-101B-9397-08002B2CF9AE}" pid="19" name="SD_Office_OFF_Organisation">
    <vt:lpwstr>LBST</vt:lpwstr>
  </property>
  <property fmtid="{D5CDD505-2E9C-101B-9397-08002B2CF9AE}" pid="20" name="SD_Office_OFF_ArtworkDefinition">
    <vt:lpwstr>FVM</vt:lpwstr>
  </property>
  <property fmtid="{D5CDD505-2E9C-101B-9397-08002B2CF9AE}" pid="21" name="SD_Office_OFF_LogoFileName">
    <vt:lpwstr>LBST</vt:lpwstr>
  </property>
  <property fmtid="{D5CDD505-2E9C-101B-9397-08002B2CF9AE}" pid="22" name="SD_Office_OFF_Institution">
    <vt:lpwstr>Landbrugsstyrelsen</vt:lpwstr>
  </property>
  <property fmtid="{D5CDD505-2E9C-101B-9397-08002B2CF9AE}" pid="23" name="SD_Office_OFF_Institution_EN">
    <vt:lpwstr>The Danish Agricultural Agency</vt:lpwstr>
  </property>
  <property fmtid="{D5CDD505-2E9C-101B-9397-08002B2CF9AE}" pid="24" name="SD_Office_OFF_kontor">
    <vt:lpwstr>Landbrugsstyrelsen</vt:lpwstr>
  </property>
  <property fmtid="{D5CDD505-2E9C-101B-9397-08002B2CF9AE}" pid="25" name="SD_Office_OFF_Department">
    <vt:lpwstr/>
  </property>
  <property fmtid="{D5CDD505-2E9C-101B-9397-08002B2CF9AE}" pid="26" name="SD_Office_OFF_Department_EN">
    <vt:lpwstr/>
  </property>
  <property fmtid="{D5CDD505-2E9C-101B-9397-08002B2CF9AE}" pid="27" name="SD_Office_OFF_Footertext">
    <vt:lpwstr/>
  </property>
  <property fmtid="{D5CDD505-2E9C-101B-9397-08002B2CF9AE}" pid="28" name="SD_Office_OFF_AddressA">
    <vt:lpwstr>Nyropsgade 30</vt:lpwstr>
  </property>
  <property fmtid="{D5CDD505-2E9C-101B-9397-08002B2CF9AE}" pid="29" name="SD_Office_OFF_AddressB">
    <vt:lpwstr/>
  </property>
  <property fmtid="{D5CDD505-2E9C-101B-9397-08002B2CF9AE}" pid="30" name="SD_Office_OFF_AddressC">
    <vt:lpwstr/>
  </property>
  <property fmtid="{D5CDD505-2E9C-101B-9397-08002B2CF9AE}" pid="31" name="SD_Office_OFF_AddressCollected">
    <vt:lpwstr>Nyropsgade 30</vt:lpwstr>
  </property>
  <property fmtid="{D5CDD505-2E9C-101B-9397-08002B2CF9AE}" pid="32" name="SD_Office_OFF_AddressD">
    <vt:lpwstr>1780</vt:lpwstr>
  </property>
  <property fmtid="{D5CDD505-2E9C-101B-9397-08002B2CF9AE}" pid="33" name="SD_Office_OFF_City">
    <vt:lpwstr>København V</vt:lpwstr>
  </property>
  <property fmtid="{D5CDD505-2E9C-101B-9397-08002B2CF9AE}" pid="34" name="SD_Office_OFF_City_EN">
    <vt:lpwstr>Copenhagen V Denmark</vt:lpwstr>
  </property>
  <property fmtid="{D5CDD505-2E9C-101B-9397-08002B2CF9AE}" pid="35" name="SD_Office_OFF_Phone">
    <vt:lpwstr>33 95 80 00</vt:lpwstr>
  </property>
  <property fmtid="{D5CDD505-2E9C-101B-9397-08002B2CF9AE}" pid="36" name="SD_Office_OFF_Phone_EN">
    <vt:lpwstr>+45 33 95 80 00</vt:lpwstr>
  </property>
  <property fmtid="{D5CDD505-2E9C-101B-9397-08002B2CF9AE}" pid="37" name="SD_Office_OFF_Fax">
    <vt:lpwstr/>
  </property>
  <property fmtid="{D5CDD505-2E9C-101B-9397-08002B2CF9AE}" pid="38" name="SD_Office_OFF_Fax_EN">
    <vt:lpwstr/>
  </property>
  <property fmtid="{D5CDD505-2E9C-101B-9397-08002B2CF9AE}" pid="39" name="SD_Office_OFF_Email">
    <vt:lpwstr>mail@lbst.dk</vt:lpwstr>
  </property>
  <property fmtid="{D5CDD505-2E9C-101B-9397-08002B2CF9AE}" pid="40" name="SD_Office_OFF_Web">
    <vt:lpwstr>www.lbst.dk</vt:lpwstr>
  </property>
  <property fmtid="{D5CDD505-2E9C-101B-9397-08002B2CF9AE}" pid="41" name="SD_Office_OFF_CVR">
    <vt:lpwstr>20814616</vt:lpwstr>
  </property>
  <property fmtid="{D5CDD505-2E9C-101B-9397-08002B2CF9AE}" pid="42" name="SD_Office_OFF_EAN">
    <vt:lpwstr>5798000877955</vt:lpwstr>
  </property>
  <property fmtid="{D5CDD505-2E9C-101B-9397-08002B2CF9AE}" pid="43" name="SD_Office_OFF_EAN_EN">
    <vt:lpwstr>5798000877955</vt:lpwstr>
  </property>
  <property fmtid="{D5CDD505-2E9C-101B-9397-08002B2CF9AE}" pid="44" name="SD_Office_OFF_ColorTheme">
    <vt:lpwstr>MFVM - NaturErhvervstyrelsen</vt:lpwstr>
  </property>
  <property fmtid="{D5CDD505-2E9C-101B-9397-08002B2CF9AE}" pid="45" name="LastCompletedArtworkDefinition">
    <vt:lpwstr>FVM</vt:lpwstr>
  </property>
  <property fmtid="{D5CDD505-2E9C-101B-9397-08002B2CF9AE}" pid="46" name="USR_Name">
    <vt:lpwstr>Thomas Skovgaard Mortensen</vt:lpwstr>
  </property>
  <property fmtid="{D5CDD505-2E9C-101B-9397-08002B2CF9AE}" pid="47" name="USR_Initials">
    <vt:lpwstr>THOMOR</vt:lpwstr>
  </property>
  <property fmtid="{D5CDD505-2E9C-101B-9397-08002B2CF9AE}" pid="48" name="USR_Title">
    <vt:lpwstr>Chefkonsulent</vt:lpwstr>
  </property>
  <property fmtid="{D5CDD505-2E9C-101B-9397-08002B2CF9AE}" pid="49" name="USR_DirectPhone">
    <vt:lpwstr>+45 2381 5621 </vt:lpwstr>
  </property>
  <property fmtid="{D5CDD505-2E9C-101B-9397-08002B2CF9AE}" pid="50" name="USR_Mobile">
    <vt:lpwstr/>
  </property>
  <property fmtid="{D5CDD505-2E9C-101B-9397-08002B2CF9AE}" pid="51" name="USR_Email">
    <vt:lpwstr>THOMOR@lbst.dk</vt:lpwstr>
  </property>
  <property fmtid="{D5CDD505-2E9C-101B-9397-08002B2CF9AE}" pid="52" name="DocumentInfoFinished">
    <vt:lpwstr>True</vt:lpwstr>
  </property>
</Properties>
</file>